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1564C7" w14:paraId="08B0FEF5" w14:textId="77777777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1564C7" w14:paraId="7C2D711F" w14:textId="77777777" w:rsidTr="007A7D22">
              <w:trPr>
                <w:cantSplit/>
                <w:trHeight w:hRule="exact" w:val="6840"/>
              </w:trPr>
              <w:tc>
                <w:tcPr>
                  <w:tcW w:w="7200" w:type="dxa"/>
                </w:tcPr>
                <w:p w14:paraId="4DEC455A" w14:textId="61A6BFE3" w:rsidR="001564C7" w:rsidRDefault="00633D5C">
                  <w:bookmarkStart w:id="0" w:name="_GoBack"/>
                  <w:bookmarkEnd w:id="0"/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551C61AC" wp14:editId="2647DD1B">
                        <wp:extent cx="4429125" cy="4177862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logo_placeholder.png"/>
                                <pic:cNvPicPr/>
                              </pic:nvPicPr>
                              <pic:blipFill rotWithShape="1">
                                <a:blip r:embed="rId7"/>
                                <a:srcRect l="13759" t="20643" r="10915" b="2713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501653" cy="42462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64C7" w14:paraId="7B8BE927" w14:textId="77777777" w:rsidTr="007A7D22">
              <w:trPr>
                <w:trHeight w:hRule="exact" w:val="7830"/>
              </w:trPr>
              <w:tc>
                <w:tcPr>
                  <w:tcW w:w="7200" w:type="dxa"/>
                </w:tcPr>
                <w:p w14:paraId="4AC8B0C1" w14:textId="77777777" w:rsidR="00F47251" w:rsidRPr="007A7D22" w:rsidRDefault="00BD570F" w:rsidP="007A7D22">
                  <w:pPr>
                    <w:pStyle w:val="Subtitle"/>
                    <w:spacing w:before="0"/>
                    <w:rPr>
                      <w:color w:val="1B587C" w:themeColor="accent3"/>
                    </w:rPr>
                  </w:pPr>
                  <w:r w:rsidRPr="00F47251">
                    <w:t>March 29, 31</w:t>
                  </w:r>
                  <w:r w:rsidR="00F47251">
                    <w:t xml:space="preserve"> 12:30-1:30pm</w:t>
                  </w:r>
                  <w:r w:rsidR="00F47251">
                    <w:rPr>
                      <w:sz w:val="78"/>
                      <w:szCs w:val="78"/>
                    </w:rPr>
                    <w:t xml:space="preserve"> </w:t>
                  </w:r>
                  <w:r w:rsidR="00F47251" w:rsidRPr="00FB6CE0">
                    <w:rPr>
                      <w:color w:val="761E28" w:themeColor="accent2" w:themeShade="BF"/>
                      <w:sz w:val="72"/>
                      <w:szCs w:val="72"/>
                    </w:rPr>
                    <w:t>WSU union bld.</w:t>
                  </w:r>
                </w:p>
                <w:p w14:paraId="3862EC2F" w14:textId="77777777" w:rsidR="007A7D22" w:rsidRDefault="007A7D22" w:rsidP="007A7D22">
                  <w:pPr>
                    <w:pStyle w:val="Title"/>
                    <w:spacing w:line="240" w:lineRule="auto"/>
                    <w:rPr>
                      <w:color w:val="761E28" w:themeColor="accent2" w:themeShade="BF"/>
                      <w:sz w:val="56"/>
                      <w:szCs w:val="56"/>
                    </w:rPr>
                  </w:pPr>
                </w:p>
                <w:p w14:paraId="6A56EE98" w14:textId="6974941C" w:rsidR="001564C7" w:rsidRPr="00FB6CE0" w:rsidRDefault="00877DDD" w:rsidP="007A7D22">
                  <w:pPr>
                    <w:pStyle w:val="Title"/>
                    <w:spacing w:line="240" w:lineRule="auto"/>
                    <w:rPr>
                      <w:color w:val="FFC000"/>
                      <w:sz w:val="56"/>
                      <w:szCs w:val="56"/>
                    </w:rPr>
                  </w:pPr>
                  <w:r w:rsidRPr="00FB6CE0">
                    <w:rPr>
                      <w:color w:val="FFC000"/>
                      <w:sz w:val="56"/>
                      <w:szCs w:val="56"/>
                    </w:rPr>
                    <w:t>Diaper</w:t>
                  </w:r>
                  <w:r w:rsidR="00B2733D" w:rsidRPr="00FB6CE0">
                    <w:rPr>
                      <w:color w:val="FFC000"/>
                      <w:sz w:val="56"/>
                      <w:szCs w:val="56"/>
                    </w:rPr>
                    <w:t xml:space="preserve"> Drive</w:t>
                  </w:r>
                </w:p>
                <w:p w14:paraId="12841D02" w14:textId="77777777" w:rsidR="007A7D22" w:rsidRDefault="007A7D22" w:rsidP="007A7D22">
                  <w:pPr>
                    <w:spacing w:after="0" w:line="240" w:lineRule="auto"/>
                  </w:pPr>
                </w:p>
                <w:p w14:paraId="00A9576F" w14:textId="2419F2CB" w:rsidR="001564C7" w:rsidRPr="00FB6CE0" w:rsidRDefault="009778C2" w:rsidP="00FB6CE0">
                  <w:pPr>
                    <w:pStyle w:val="Heading2"/>
                    <w:jc w:val="left"/>
                    <w:rPr>
                      <w:sz w:val="32"/>
                      <w:szCs w:val="32"/>
                    </w:rPr>
                  </w:pPr>
                  <w:r w:rsidRPr="00FB6CE0">
                    <w:rPr>
                      <w:color w:val="761E28" w:themeColor="accent2" w:themeShade="BF"/>
                      <w:sz w:val="32"/>
                      <w:szCs w:val="32"/>
                    </w:rPr>
                    <w:t>Help support the Teddy Bear Den</w:t>
                  </w:r>
                  <w:r w:rsidR="00F47251" w:rsidRPr="00FB6CE0">
                    <w:rPr>
                      <w:color w:val="761E28" w:themeColor="accent2" w:themeShade="BF"/>
                      <w:sz w:val="32"/>
                      <w:szCs w:val="32"/>
                    </w:rPr>
                    <w:t>! Donate infant care items which will go directly to</w:t>
                  </w:r>
                  <w:r w:rsidR="0054716E" w:rsidRPr="00FB6CE0">
                    <w:rPr>
                      <w:color w:val="761E28" w:themeColor="accent2" w:themeShade="BF"/>
                      <w:sz w:val="32"/>
                      <w:szCs w:val="32"/>
                    </w:rPr>
                    <w:t xml:space="preserve"> struggling</w:t>
                  </w:r>
                  <w:r w:rsidRPr="00FB6CE0">
                    <w:rPr>
                      <w:color w:val="761E28" w:themeColor="accent2" w:themeShade="BF"/>
                      <w:sz w:val="32"/>
                      <w:szCs w:val="32"/>
                    </w:rPr>
                    <w:t xml:space="preserve"> mothers</w:t>
                  </w:r>
                  <w:r w:rsidR="0054716E" w:rsidRPr="00FB6CE0">
                    <w:rPr>
                      <w:color w:val="761E28" w:themeColor="accent2" w:themeShade="BF"/>
                      <w:sz w:val="32"/>
                      <w:szCs w:val="32"/>
                    </w:rPr>
                    <w:t xml:space="preserve"> with</w:t>
                  </w:r>
                  <w:r w:rsidR="00F47251" w:rsidRPr="00FB6CE0">
                    <w:rPr>
                      <w:color w:val="761E28" w:themeColor="accent2" w:themeShade="BF"/>
                      <w:sz w:val="32"/>
                      <w:szCs w:val="32"/>
                    </w:rPr>
                    <w:t xml:space="preserve"> limited</w:t>
                  </w:r>
                  <w:r w:rsidRPr="00FB6CE0">
                    <w:rPr>
                      <w:color w:val="761E28" w:themeColor="accent2" w:themeShade="BF"/>
                      <w:sz w:val="32"/>
                      <w:szCs w:val="32"/>
                    </w:rPr>
                    <w:t xml:space="preserve"> resources to care for their new born babies. All donations welcome! </w:t>
                  </w:r>
                </w:p>
              </w:tc>
            </w:tr>
            <w:tr w:rsidR="001564C7" w14:paraId="6160D185" w14:textId="77777777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417C8756" w14:textId="321DAD80" w:rsidR="001564C7" w:rsidRDefault="001564C7"/>
              </w:tc>
            </w:tr>
          </w:tbl>
          <w:p w14:paraId="5A52CF01" w14:textId="77777777" w:rsidR="001564C7" w:rsidRDefault="001564C7"/>
        </w:tc>
        <w:tc>
          <w:tcPr>
            <w:tcW w:w="144" w:type="dxa"/>
          </w:tcPr>
          <w:p w14:paraId="35DC4496" w14:textId="77777777" w:rsidR="001564C7" w:rsidRDefault="001564C7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1564C7" w14:paraId="1BE905E6" w14:textId="77777777" w:rsidTr="009778C2">
              <w:trPr>
                <w:trHeight w:hRule="exact" w:val="11250"/>
              </w:trPr>
              <w:tc>
                <w:tcPr>
                  <w:tcW w:w="3446" w:type="dxa"/>
                  <w:shd w:val="clear" w:color="auto" w:fill="9F2936" w:themeFill="accent2"/>
                  <w:vAlign w:val="center"/>
                </w:tcPr>
                <w:p w14:paraId="5E40058F" w14:textId="17EB9A1C" w:rsidR="001564C7" w:rsidRDefault="00FB6CE0" w:rsidP="00877DDD">
                  <w:pPr>
                    <w:pStyle w:val="Heading2"/>
                    <w:spacing w:line="240" w:lineRule="auto"/>
                  </w:pPr>
                  <w:r>
                    <w:t>D</w:t>
                  </w:r>
                  <w:r w:rsidR="00B2733D">
                    <w:t>iapers</w:t>
                  </w:r>
                  <w:r>
                    <w:t xml:space="preserve"> (Newborn)</w:t>
                  </w:r>
                  <w:r w:rsidR="00B2733D">
                    <w:t xml:space="preserve">, wipes  </w:t>
                  </w:r>
                </w:p>
                <w:p w14:paraId="59221B56" w14:textId="77777777" w:rsidR="001564C7" w:rsidRDefault="001564C7" w:rsidP="00877DDD">
                  <w:pPr>
                    <w:pStyle w:val="Line"/>
                  </w:pPr>
                </w:p>
                <w:p w14:paraId="0C7F8AA9" w14:textId="77777777" w:rsidR="00B2733D" w:rsidRDefault="00B2733D" w:rsidP="00877DDD">
                  <w:pPr>
                    <w:pStyle w:val="Heading2"/>
                    <w:spacing w:line="240" w:lineRule="auto"/>
                  </w:pPr>
                  <w:r>
                    <w:t>New baby clothing, booties, hats, jackets, shoes (size 0-24 months)</w:t>
                  </w:r>
                </w:p>
                <w:p w14:paraId="13F735C3" w14:textId="77777777" w:rsidR="001564C7" w:rsidRDefault="001564C7" w:rsidP="00877DDD">
                  <w:pPr>
                    <w:pStyle w:val="Line"/>
                  </w:pPr>
                </w:p>
                <w:p w14:paraId="0DD62E71" w14:textId="77777777" w:rsidR="001564C7" w:rsidRDefault="00B2733D" w:rsidP="00877DDD">
                  <w:pPr>
                    <w:pStyle w:val="Heading2"/>
                    <w:spacing w:line="240" w:lineRule="auto"/>
                  </w:pPr>
                  <w:r>
                    <w:t>Baby blankets</w:t>
                  </w:r>
                  <w:r w:rsidR="00C51748">
                    <w:t xml:space="preserve">, diaper bags </w:t>
                  </w:r>
                </w:p>
                <w:p w14:paraId="6CC06C28" w14:textId="77777777" w:rsidR="001564C7" w:rsidRDefault="001564C7" w:rsidP="00877DDD">
                  <w:pPr>
                    <w:pStyle w:val="Line"/>
                  </w:pPr>
                </w:p>
                <w:p w14:paraId="2D0222D5" w14:textId="77777777" w:rsidR="001564C7" w:rsidRDefault="00B2733D" w:rsidP="00877DDD">
                  <w:pPr>
                    <w:pStyle w:val="Heading2"/>
                    <w:spacing w:line="240" w:lineRule="auto"/>
                  </w:pPr>
                  <w:r>
                    <w:t>Bottles, pacifiers, toys</w:t>
                  </w:r>
                </w:p>
                <w:p w14:paraId="45FF1939" w14:textId="77777777" w:rsidR="001564C7" w:rsidRDefault="001564C7" w:rsidP="00877DDD">
                  <w:pPr>
                    <w:pStyle w:val="Line"/>
                  </w:pPr>
                </w:p>
                <w:p w14:paraId="6677835C" w14:textId="77777777" w:rsidR="001564C7" w:rsidRDefault="00B2733D" w:rsidP="00877DDD">
                  <w:pPr>
                    <w:pStyle w:val="Heading2"/>
                    <w:spacing w:line="240" w:lineRule="auto"/>
                  </w:pPr>
                  <w:r>
                    <w:t>Lotion</w:t>
                  </w:r>
                  <w:r w:rsidR="00877DDD">
                    <w:t xml:space="preserve">, </w:t>
                  </w:r>
                  <w:r>
                    <w:t xml:space="preserve">brushes, </w:t>
                  </w:r>
                  <w:r w:rsidR="00877DDD">
                    <w:t xml:space="preserve">rash cream, baby wash, </w:t>
                  </w:r>
                </w:p>
                <w:p w14:paraId="11F75098" w14:textId="12F51382" w:rsidR="00877DDD" w:rsidRDefault="00F47251" w:rsidP="00877DDD">
                  <w:pPr>
                    <w:pStyle w:val="Line"/>
                  </w:pPr>
                  <w:r>
                    <w:t>d</w:t>
                  </w:r>
                  <w:r w:rsidR="00877DDD">
                    <w:t>C</w:t>
                  </w:r>
                </w:p>
                <w:p w14:paraId="57DB8779" w14:textId="77777777" w:rsidR="00877DDD" w:rsidRPr="00877DDD" w:rsidRDefault="00877DDD" w:rsidP="00877DDD">
                  <w:pPr>
                    <w:pStyle w:val="Heading2"/>
                    <w:spacing w:line="240" w:lineRule="auto"/>
                  </w:pPr>
                  <w:r>
                    <w:t>Cash donations always welcome</w:t>
                  </w:r>
                </w:p>
              </w:tc>
            </w:tr>
            <w:tr w:rsidR="001564C7" w14:paraId="2CB6885C" w14:textId="77777777" w:rsidTr="009778C2">
              <w:trPr>
                <w:trHeight w:hRule="exact" w:val="83"/>
              </w:trPr>
              <w:tc>
                <w:tcPr>
                  <w:tcW w:w="3446" w:type="dxa"/>
                </w:tcPr>
                <w:p w14:paraId="55941355" w14:textId="77777777" w:rsidR="001564C7" w:rsidRDefault="001564C7"/>
              </w:tc>
            </w:tr>
            <w:tr w:rsidR="001564C7" w14:paraId="5AF1ED0F" w14:textId="77777777">
              <w:trPr>
                <w:trHeight w:hRule="exact" w:val="3456"/>
              </w:trPr>
              <w:tc>
                <w:tcPr>
                  <w:tcW w:w="3446" w:type="dxa"/>
                  <w:shd w:val="clear" w:color="auto" w:fill="F07F09" w:themeFill="accent1"/>
                  <w:vAlign w:val="center"/>
                </w:tcPr>
                <w:p w14:paraId="7199FB26" w14:textId="77777777" w:rsidR="001564C7" w:rsidRDefault="00BD570F">
                  <w:pPr>
                    <w:pStyle w:val="Heading3"/>
                  </w:pPr>
                  <w:r>
                    <w:t xml:space="preserve">Teddy Bear den </w:t>
                  </w:r>
                </w:p>
                <w:p w14:paraId="3B44D6D1" w14:textId="77777777" w:rsidR="00BD570F" w:rsidRDefault="00B06418" w:rsidP="009778C2">
                  <w:pPr>
                    <w:pStyle w:val="ContactInfo"/>
                  </w:pPr>
                  <w:sdt>
                    <w:sdtPr>
                      <w:id w:val="857003158"/>
                      <w:placeholder>
                        <w:docPart w:val="F1D18C15C7B342C88EE0C7D44A1A9D65"/>
                      </w:placeholder>
                      <w:text w:multiLine="1"/>
                    </w:sdtPr>
                    <w:sdtEndPr/>
                    <w:sdtContent>
                      <w:r w:rsidR="00BD570F">
                        <w:t xml:space="preserve">Midtown Community Health Center </w:t>
                      </w:r>
                      <w:r w:rsidR="00BD570F">
                        <w:br/>
                        <w:t>2240 Adams Ave.</w:t>
                      </w:r>
                      <w:r w:rsidR="00BD570F">
                        <w:br/>
                        <w:t>Ogden, UT 84401</w:t>
                      </w:r>
                      <w:r w:rsidR="00BD570F">
                        <w:br/>
                        <w:t>801-626-6059</w:t>
                      </w:r>
                    </w:sdtContent>
                  </w:sdt>
                  <w:r w:rsidR="00877DDD">
                    <w:t xml:space="preserve"> </w:t>
                  </w:r>
                  <w:r w:rsidR="00BD570F">
                    <w:t>tbd@weber.edu</w:t>
                  </w:r>
                </w:p>
              </w:tc>
            </w:tr>
          </w:tbl>
          <w:p w14:paraId="0E205030" w14:textId="77777777" w:rsidR="001564C7" w:rsidRDefault="001564C7"/>
        </w:tc>
      </w:tr>
    </w:tbl>
    <w:p w14:paraId="0931B55B" w14:textId="77777777" w:rsidR="001564C7" w:rsidRDefault="001564C7">
      <w:pPr>
        <w:pStyle w:val="NoSpacing"/>
      </w:pPr>
    </w:p>
    <w:sectPr w:rsidR="001564C7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13"/>
    <w:rsid w:val="001564C7"/>
    <w:rsid w:val="004076B4"/>
    <w:rsid w:val="0054716E"/>
    <w:rsid w:val="00633D5C"/>
    <w:rsid w:val="006A69C1"/>
    <w:rsid w:val="007A7D22"/>
    <w:rsid w:val="00877DDD"/>
    <w:rsid w:val="009778C2"/>
    <w:rsid w:val="00A82D13"/>
    <w:rsid w:val="00B06418"/>
    <w:rsid w:val="00B2733D"/>
    <w:rsid w:val="00BD570F"/>
    <w:rsid w:val="00C51748"/>
    <w:rsid w:val="00F47251"/>
    <w:rsid w:val="00FB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382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323232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Date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F07F0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F07F09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F07F09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F07F09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323232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Date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F07F0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F07F09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F07F09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F07F09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le\AppData\Roaming\Microsoft\Templates\Seasonal%20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D18C15C7B342C88EE0C7D44A1A9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0F91E-8627-4AE3-BA72-8E820C2F8645}"/>
      </w:docPartPr>
      <w:docPartBody>
        <w:p w:rsidR="00120F57" w:rsidRDefault="00120F57">
          <w:pPr>
            <w:pStyle w:val="F1D18C15C7B342C88EE0C7D44A1A9D65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F57"/>
    <w:rsid w:val="00120F57"/>
    <w:rsid w:val="0067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E46A6061C74CC3A29C03ECE9A00176">
    <w:name w:val="2BE46A6061C74CC3A29C03ECE9A00176"/>
  </w:style>
  <w:style w:type="paragraph" w:customStyle="1" w:styleId="2590D924E2864F0F8AB97AAB597FA509">
    <w:name w:val="2590D924E2864F0F8AB97AAB597FA509"/>
  </w:style>
  <w:style w:type="paragraph" w:customStyle="1" w:styleId="1F7194A527D74E40B3CCD9AF0519EF7D">
    <w:name w:val="1F7194A527D74E40B3CCD9AF0519EF7D"/>
  </w:style>
  <w:style w:type="paragraph" w:customStyle="1" w:styleId="1AACBD22343C4B74A30D5789D56E1048">
    <w:name w:val="1AACBD22343C4B74A30D5789D56E1048"/>
  </w:style>
  <w:style w:type="paragraph" w:customStyle="1" w:styleId="61104A6E828C4F5095D6E878EE1E784C">
    <w:name w:val="61104A6E828C4F5095D6E878EE1E784C"/>
  </w:style>
  <w:style w:type="paragraph" w:customStyle="1" w:styleId="EC7B1DE3519743C1A5B79353E1FE7EE2">
    <w:name w:val="EC7B1DE3519743C1A5B79353E1FE7EE2"/>
  </w:style>
  <w:style w:type="paragraph" w:customStyle="1" w:styleId="5EBA7F151B6C475BA27F1B3178C1026C">
    <w:name w:val="5EBA7F151B6C475BA27F1B3178C1026C"/>
  </w:style>
  <w:style w:type="paragraph" w:customStyle="1" w:styleId="092FBDD46B9246098C41EECE7D3C2B12">
    <w:name w:val="092FBDD46B9246098C41EECE7D3C2B12"/>
  </w:style>
  <w:style w:type="paragraph" w:customStyle="1" w:styleId="449294A3CE834BF39F3D98A5EDBFF0D0">
    <w:name w:val="449294A3CE834BF39F3D98A5EDBFF0D0"/>
  </w:style>
  <w:style w:type="paragraph" w:customStyle="1" w:styleId="2F04827B726F4381BFF3F77C8FB33767">
    <w:name w:val="2F04827B726F4381BFF3F77C8FB33767"/>
  </w:style>
  <w:style w:type="paragraph" w:customStyle="1" w:styleId="F1D18C15C7B342C88EE0C7D44A1A9D65">
    <w:name w:val="F1D18C15C7B342C88EE0C7D44A1A9D65"/>
  </w:style>
  <w:style w:type="paragraph" w:customStyle="1" w:styleId="057ABB649DF14F748A990CBF60CA85A7">
    <w:name w:val="057ABB649DF14F748A990CBF60CA85A7"/>
  </w:style>
  <w:style w:type="paragraph" w:customStyle="1" w:styleId="F607D10935CC4A8B8C71A9A210B32C20">
    <w:name w:val="F607D10935CC4A8B8C71A9A210B32C2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E46A6061C74CC3A29C03ECE9A00176">
    <w:name w:val="2BE46A6061C74CC3A29C03ECE9A00176"/>
  </w:style>
  <w:style w:type="paragraph" w:customStyle="1" w:styleId="2590D924E2864F0F8AB97AAB597FA509">
    <w:name w:val="2590D924E2864F0F8AB97AAB597FA509"/>
  </w:style>
  <w:style w:type="paragraph" w:customStyle="1" w:styleId="1F7194A527D74E40B3CCD9AF0519EF7D">
    <w:name w:val="1F7194A527D74E40B3CCD9AF0519EF7D"/>
  </w:style>
  <w:style w:type="paragraph" w:customStyle="1" w:styleId="1AACBD22343C4B74A30D5789D56E1048">
    <w:name w:val="1AACBD22343C4B74A30D5789D56E1048"/>
  </w:style>
  <w:style w:type="paragraph" w:customStyle="1" w:styleId="61104A6E828C4F5095D6E878EE1E784C">
    <w:name w:val="61104A6E828C4F5095D6E878EE1E784C"/>
  </w:style>
  <w:style w:type="paragraph" w:customStyle="1" w:styleId="EC7B1DE3519743C1A5B79353E1FE7EE2">
    <w:name w:val="EC7B1DE3519743C1A5B79353E1FE7EE2"/>
  </w:style>
  <w:style w:type="paragraph" w:customStyle="1" w:styleId="5EBA7F151B6C475BA27F1B3178C1026C">
    <w:name w:val="5EBA7F151B6C475BA27F1B3178C1026C"/>
  </w:style>
  <w:style w:type="paragraph" w:customStyle="1" w:styleId="092FBDD46B9246098C41EECE7D3C2B12">
    <w:name w:val="092FBDD46B9246098C41EECE7D3C2B12"/>
  </w:style>
  <w:style w:type="paragraph" w:customStyle="1" w:styleId="449294A3CE834BF39F3D98A5EDBFF0D0">
    <w:name w:val="449294A3CE834BF39F3D98A5EDBFF0D0"/>
  </w:style>
  <w:style w:type="paragraph" w:customStyle="1" w:styleId="2F04827B726F4381BFF3F77C8FB33767">
    <w:name w:val="2F04827B726F4381BFF3F77C8FB33767"/>
  </w:style>
  <w:style w:type="paragraph" w:customStyle="1" w:styleId="F1D18C15C7B342C88EE0C7D44A1A9D65">
    <w:name w:val="F1D18C15C7B342C88EE0C7D44A1A9D65"/>
  </w:style>
  <w:style w:type="paragraph" w:customStyle="1" w:styleId="057ABB649DF14F748A990CBF60CA85A7">
    <w:name w:val="057ABB649DF14F748A990CBF60CA85A7"/>
  </w:style>
  <w:style w:type="paragraph" w:customStyle="1" w:styleId="F607D10935CC4A8B8C71A9A210B32C20">
    <w:name w:val="F607D10935CC4A8B8C71A9A210B32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4DB9E2-5555-0043-9C2B-4351564F6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\Users\anale\AppData\Roaming\Microsoft\Templates\Seasonal event flyer.dotx</Template>
  <TotalTime>0</TotalTime>
  <Pages>1</Pages>
  <Words>88</Words>
  <Characters>504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Analese Mendoza</dc:creator>
  <cp:keywords/>
  <dc:description/>
  <cp:lastModifiedBy>Tim Conrad</cp:lastModifiedBy>
  <cp:revision>2</cp:revision>
  <cp:lastPrinted>2012-12-25T21:02:00Z</cp:lastPrinted>
  <dcterms:created xsi:type="dcterms:W3CDTF">2016-03-21T03:27:00Z</dcterms:created>
  <dcterms:modified xsi:type="dcterms:W3CDTF">2016-03-21T03:27:00Z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